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33EB3" w14:textId="77777777" w:rsidR="00B94694" w:rsidRPr="001919C7" w:rsidRDefault="00DD3F45" w:rsidP="00155339">
      <w:pPr>
        <w:pStyle w:val="Pealkiri"/>
      </w:pPr>
      <w:r w:rsidRPr="001919C7">
        <w:t>EHITUSE</w:t>
      </w:r>
      <w:r w:rsidR="00E03F91" w:rsidRPr="001919C7">
        <w:t xml:space="preserve"> </w:t>
      </w:r>
      <w:r w:rsidR="00B94694"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530A87"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w:t>
          </w:r>
          <w:proofErr w:type="spellStart"/>
          <w:r w:rsidR="00DE11EC" w:rsidRPr="001919C7">
            <w:rPr>
              <w:rFonts w:eastAsia="Calibri"/>
              <w:lang w:val="fi-FI"/>
            </w:rPr>
            <w:t>Vali</w:t>
          </w:r>
          <w:proofErr w:type="spellEnd"/>
          <w:r w:rsidR="00DE11EC" w:rsidRPr="001919C7">
            <w:rPr>
              <w:rFonts w:eastAsia="Calibri"/>
              <w:lang w:val="fi-FI"/>
            </w:rPr>
            <w:t xml:space="preserve"> </w:t>
          </w:r>
          <w:proofErr w:type="spellStart"/>
          <w:r w:rsidR="00DE11EC" w:rsidRPr="001919C7">
            <w:rPr>
              <w:rFonts w:eastAsia="Calibri"/>
              <w:lang w:val="fi-FI"/>
            </w:rPr>
            <w:t>kuupäev</w:t>
          </w:r>
          <w:proofErr w:type="spellEnd"/>
          <w:r w:rsidR="00DE11EC" w:rsidRPr="001919C7">
            <w:rPr>
              <w:rFonts w:eastAsia="Calibri"/>
              <w:lang w:val="fi-FI"/>
            </w:rPr>
            <w:t>]</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w:t>
      </w:r>
      <w:proofErr w:type="spellStart"/>
      <w:r w:rsidRPr="001919C7">
        <w:rPr>
          <w:rFonts w:eastAsia="Calibri"/>
          <w:lang w:val="fi-FI"/>
        </w:rPr>
        <w:t>hiliseima</w:t>
      </w:r>
      <w:proofErr w:type="spellEnd"/>
      <w:r w:rsidRPr="001919C7">
        <w:rPr>
          <w:rFonts w:eastAsia="Calibri"/>
          <w:lang w:val="fi-FI"/>
        </w:rPr>
        <w:t xml:space="preserve"> </w:t>
      </w:r>
      <w:proofErr w:type="spellStart"/>
      <w:r w:rsidRPr="001919C7">
        <w:rPr>
          <w:rFonts w:eastAsia="Calibri"/>
          <w:lang w:val="fi-FI"/>
        </w:rPr>
        <w:t>digitaalallkirja</w:t>
      </w:r>
      <w:proofErr w:type="spellEnd"/>
      <w:r w:rsidRPr="001919C7">
        <w:rPr>
          <w:rFonts w:eastAsia="Calibri"/>
          <w:lang w:val="fi-FI"/>
        </w:rPr>
        <w:t xml:space="preserve"> </w:t>
      </w:r>
      <w:proofErr w:type="spellStart"/>
      <w:r w:rsidRPr="001919C7">
        <w:rPr>
          <w:rFonts w:eastAsia="Calibri"/>
          <w:lang w:val="fi-FI"/>
        </w:rPr>
        <w:t>kuupäev</w:t>
      </w:r>
      <w:proofErr w:type="spellEnd"/>
      <w:r w:rsidRPr="001919C7">
        <w:rPr>
          <w:rFonts w:eastAsia="Calibri"/>
          <w:lang w:val="fi-FI"/>
        </w:rPr>
        <w:t>)</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530C4CE0"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avatud hankemenetlusega riigihange</w:t>
      </w:r>
      <w:r w:rsidR="003265BD" w:rsidRPr="001919C7">
        <w:rPr>
          <w:spacing w:val="0"/>
        </w:rPr>
        <w:t xml:space="preserve"> </w:t>
      </w:r>
      <w:r w:rsidR="00BF1C0D" w:rsidRPr="00571910">
        <w:rPr>
          <w:b/>
          <w:bCs/>
          <w:spacing w:val="0"/>
        </w:rPr>
        <w:t>„</w:t>
      </w:r>
      <w:r w:rsidR="00326423" w:rsidRPr="00571910">
        <w:rPr>
          <w:b/>
          <w:bCs/>
          <w:spacing w:val="0"/>
        </w:rPr>
        <w:t>Elistvere õpperaja rekonstrueerimine</w:t>
      </w:r>
      <w:r w:rsidR="0008439E" w:rsidRPr="0057191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.31</w:t>
      </w:r>
      <w:r w:rsidR="00326423">
        <w:rPr>
          <w:spacing w:val="0"/>
        </w:rPr>
        <w:t>80</w:t>
      </w:r>
      <w:r w:rsidR="00A251B1" w:rsidRPr="001919C7">
        <w:rPr>
          <w:spacing w:val="0"/>
        </w:rPr>
        <w:t xml:space="preserve">, </w:t>
      </w:r>
      <w:r w:rsidR="001950D6" w:rsidRPr="001919C7">
        <w:rPr>
          <w:spacing w:val="0"/>
        </w:rPr>
        <w:t xml:space="preserve">viitenumber </w:t>
      </w:r>
      <w:r w:rsidR="00326423">
        <w:rPr>
          <w:spacing w:val="0"/>
        </w:rPr>
        <w:t>283777</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302B5CE2" w:rsidR="007A2FCE" w:rsidRPr="001919C7"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326423">
        <w:rPr>
          <w:spacing w:val="0"/>
        </w:rPr>
        <w:t>Tartu</w:t>
      </w:r>
      <w:r w:rsidR="00652E20" w:rsidRPr="001919C7">
        <w:rPr>
          <w:spacing w:val="0"/>
        </w:rPr>
        <w:t xml:space="preserve"> maakon</w:t>
      </w:r>
      <w:r w:rsidR="00DB15A9" w:rsidRPr="001919C7">
        <w:rPr>
          <w:spacing w:val="0"/>
        </w:rPr>
        <w:t>nas</w:t>
      </w:r>
      <w:r w:rsidR="00074E40" w:rsidRPr="001919C7">
        <w:rPr>
          <w:spacing w:val="0"/>
        </w:rPr>
        <w:t xml:space="preserve">, </w:t>
      </w:r>
      <w:r w:rsidR="00326423">
        <w:rPr>
          <w:spacing w:val="0"/>
        </w:rPr>
        <w:t>Tartu</w:t>
      </w:r>
      <w:r w:rsidR="00074E40" w:rsidRPr="001919C7">
        <w:rPr>
          <w:spacing w:val="0"/>
        </w:rPr>
        <w:t xml:space="preserve"> val</w:t>
      </w:r>
      <w:r w:rsidR="005A0D14" w:rsidRPr="001919C7">
        <w:rPr>
          <w:spacing w:val="0"/>
        </w:rPr>
        <w:t>las</w:t>
      </w:r>
      <w:r w:rsidR="00074E40" w:rsidRPr="001919C7">
        <w:rPr>
          <w:spacing w:val="0"/>
        </w:rPr>
        <w:t xml:space="preserve">, </w:t>
      </w:r>
      <w:r w:rsidR="00326423">
        <w:rPr>
          <w:spacing w:val="0"/>
        </w:rPr>
        <w:t xml:space="preserve">Elistvere külas Loomapargi </w:t>
      </w:r>
      <w:r w:rsidR="00EB3943" w:rsidRPr="001919C7">
        <w:rPr>
          <w:spacing w:val="0"/>
        </w:rPr>
        <w:t xml:space="preserve">(katastritunnus </w:t>
      </w:r>
      <w:r w:rsidR="00326423" w:rsidRPr="00326423">
        <w:rPr>
          <w:spacing w:val="0"/>
        </w:rPr>
        <w:t>77301:003:0165</w:t>
      </w:r>
      <w:r w:rsidR="00EB3943" w:rsidRPr="001919C7">
        <w:rPr>
          <w:spacing w:val="0"/>
        </w:rPr>
        <w:t>)</w:t>
      </w:r>
      <w:r w:rsidR="00DB15A9" w:rsidRPr="001919C7">
        <w:rPr>
          <w:spacing w:val="0"/>
        </w:rPr>
        <w:t xml:space="preserve"> </w:t>
      </w:r>
      <w:r w:rsidR="00326423">
        <w:rPr>
          <w:spacing w:val="0"/>
        </w:rPr>
        <w:t xml:space="preserve">ja </w:t>
      </w:r>
      <w:r w:rsidR="00326423" w:rsidRPr="00326423">
        <w:rPr>
          <w:spacing w:val="0"/>
        </w:rPr>
        <w:t>Pikknurme metskond 39 (</w:t>
      </w:r>
      <w:r w:rsidR="00326423">
        <w:rPr>
          <w:spacing w:val="0"/>
        </w:rPr>
        <w:t xml:space="preserve">katastritunnus </w:t>
      </w:r>
      <w:r w:rsidR="00326423" w:rsidRPr="00326423">
        <w:rPr>
          <w:spacing w:val="0"/>
        </w:rPr>
        <w:t xml:space="preserve">77301:003:0530) kinnistul </w:t>
      </w:r>
      <w:r w:rsidR="00326423">
        <w:rPr>
          <w:spacing w:val="0"/>
        </w:rPr>
        <w:t xml:space="preserve"> </w:t>
      </w:r>
      <w:r w:rsidR="00C002C5" w:rsidRPr="001919C7">
        <w:rPr>
          <w:spacing w:val="0"/>
        </w:rPr>
        <w:t xml:space="preserve">asuva </w:t>
      </w:r>
      <w:r w:rsidR="00326423">
        <w:rPr>
          <w:spacing w:val="0"/>
        </w:rPr>
        <w:t xml:space="preserve">Elistvere õpperaja taristu </w:t>
      </w:r>
      <w:r w:rsidR="005475C1" w:rsidRPr="001919C7">
        <w:rPr>
          <w:spacing w:val="0"/>
        </w:rPr>
        <w:t>rekonstrueerimine</w:t>
      </w:r>
      <w:r w:rsidR="00005C3E" w:rsidRPr="001919C7">
        <w:rPr>
          <w:spacing w:val="0"/>
        </w:rPr>
        <w:t xml:space="preserve"> ja ehitustööde teostamine</w:t>
      </w:r>
      <w:r w:rsidR="00604556" w:rsidRPr="001919C7">
        <w:rPr>
          <w:spacing w:val="0"/>
        </w:rPr>
        <w:t xml:space="preserve"> lepinguga </w:t>
      </w:r>
      <w:r w:rsidR="006E25A9" w:rsidRPr="001919C7">
        <w:rPr>
          <w:spacing w:val="0"/>
        </w:rPr>
        <w:t>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215A179D" w:rsidR="009D507C" w:rsidRDefault="00172EC2" w:rsidP="009D507C">
      <w:pPr>
        <w:pStyle w:val="Loendilik"/>
        <w:numPr>
          <w:ilvl w:val="2"/>
          <w:numId w:val="33"/>
        </w:numPr>
        <w:jc w:val="both"/>
        <w:rPr>
          <w:spacing w:val="0"/>
        </w:rPr>
      </w:pPr>
      <w:r w:rsidRPr="00172EC2">
        <w:rPr>
          <w:spacing w:val="0"/>
        </w:rPr>
        <w:t>Lepingu lahutamatuks osadeks on riigihanke</w:t>
      </w:r>
      <w:r>
        <w:rPr>
          <w:spacing w:val="0"/>
        </w:rPr>
        <w:t xml:space="preserve"> </w:t>
      </w:r>
      <w:r w:rsidRPr="00172EC2">
        <w:rPr>
          <w:spacing w:val="0"/>
        </w:rPr>
        <w:t>„Elistvere õpperaja rekonstrueerimine“</w:t>
      </w:r>
      <w:r w:rsidR="00C25EE6">
        <w:rPr>
          <w:spacing w:val="0"/>
        </w:rPr>
        <w:t>, (viitenumber 283777) alusdokumendid ja töövõtja pakkumus.</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3BB7DBC" w14:textId="4942CA66" w:rsidR="007B3B9E" w:rsidRPr="00530A87" w:rsidRDefault="007B3B9E" w:rsidP="007B3B9E">
      <w:pPr>
        <w:pStyle w:val="Loendilik"/>
        <w:jc w:val="both"/>
        <w:rPr>
          <w:spacing w:val="0"/>
        </w:rPr>
      </w:pPr>
      <w:r w:rsidRPr="00530A87">
        <w:rPr>
          <w:spacing w:val="0"/>
        </w:rPr>
        <w:t>Lisa 1</w:t>
      </w:r>
      <w:r w:rsidR="00F83340" w:rsidRPr="00530A87">
        <w:rPr>
          <w:spacing w:val="0"/>
        </w:rPr>
        <w:t xml:space="preserve"> –</w:t>
      </w:r>
      <w:r w:rsidRPr="00530A87">
        <w:rPr>
          <w:spacing w:val="0"/>
        </w:rPr>
        <w:t xml:space="preserve"> Töövõtja pakkumus;</w:t>
      </w:r>
    </w:p>
    <w:p w14:paraId="370F8A78" w14:textId="12C2CE80" w:rsidR="00F10FFD" w:rsidRPr="00530A87" w:rsidRDefault="00F10FFD" w:rsidP="007B3B9E">
      <w:pPr>
        <w:pStyle w:val="Loendilik"/>
        <w:jc w:val="both"/>
        <w:rPr>
          <w:spacing w:val="0"/>
        </w:rPr>
      </w:pPr>
      <w:r w:rsidRPr="00530A87">
        <w:rPr>
          <w:spacing w:val="0"/>
        </w:rPr>
        <w:t xml:space="preserve">Lisa </w:t>
      </w:r>
      <w:r w:rsidR="00E21DD7" w:rsidRPr="00530A87">
        <w:rPr>
          <w:spacing w:val="0"/>
        </w:rPr>
        <w:t>2</w:t>
      </w:r>
      <w:r w:rsidRPr="00530A87">
        <w:rPr>
          <w:spacing w:val="0"/>
        </w:rPr>
        <w:t xml:space="preserve"> – Tehniline kirjeldus;</w:t>
      </w:r>
    </w:p>
    <w:p w14:paraId="4D2D6349" w14:textId="4875E1E9" w:rsidR="007B3B9E" w:rsidRPr="00530A87" w:rsidRDefault="007B3B9E" w:rsidP="007B3B9E">
      <w:pPr>
        <w:pStyle w:val="Loendilik"/>
        <w:jc w:val="both"/>
        <w:rPr>
          <w:spacing w:val="0"/>
        </w:rPr>
      </w:pPr>
      <w:r w:rsidRPr="00530A87">
        <w:rPr>
          <w:spacing w:val="0"/>
        </w:rPr>
        <w:t>Lisa</w:t>
      </w:r>
      <w:r w:rsidR="007755EF" w:rsidRPr="00530A87">
        <w:rPr>
          <w:spacing w:val="0"/>
        </w:rPr>
        <w:t xml:space="preserve"> </w:t>
      </w:r>
      <w:r w:rsidR="00E21DD7" w:rsidRPr="00530A87">
        <w:rPr>
          <w:spacing w:val="0"/>
        </w:rPr>
        <w:t>3</w:t>
      </w:r>
      <w:r w:rsidR="00F83340" w:rsidRPr="00530A87">
        <w:rPr>
          <w:spacing w:val="0"/>
        </w:rPr>
        <w:t xml:space="preserve"> – </w:t>
      </w:r>
      <w:r w:rsidR="00D52781" w:rsidRPr="00530A87">
        <w:rPr>
          <w:spacing w:val="0"/>
        </w:rPr>
        <w:t>Tööprojekt „Elistvere õpperaja ja Tammeluha matkaraja taristu projekteerimistööd“, Töö nr PH2306, Koostaja: Selektor Projekt OÜ</w:t>
      </w:r>
      <w:r w:rsidR="00C62CD7" w:rsidRPr="00530A87">
        <w:rPr>
          <w:spacing w:val="0"/>
        </w:rPr>
        <w:t xml:space="preserve"> (e</w:t>
      </w:r>
      <w:r w:rsidR="00753D00" w:rsidRPr="00530A87">
        <w:rPr>
          <w:spacing w:val="0"/>
        </w:rPr>
        <w:t xml:space="preserve">i </w:t>
      </w:r>
      <w:r w:rsidR="00F83340" w:rsidRPr="00530A87">
        <w:rPr>
          <w:spacing w:val="0"/>
        </w:rPr>
        <w:t>;</w:t>
      </w:r>
    </w:p>
    <w:p w14:paraId="549130BC" w14:textId="71769F48" w:rsidR="003B6C8F" w:rsidRDefault="003B6C8F" w:rsidP="007B3B9E">
      <w:pPr>
        <w:pStyle w:val="Loendilik"/>
        <w:jc w:val="both"/>
        <w:rPr>
          <w:spacing w:val="0"/>
        </w:rPr>
      </w:pPr>
      <w:r w:rsidRPr="00530A87">
        <w:rPr>
          <w:spacing w:val="0"/>
        </w:rPr>
        <w:t xml:space="preserve">Lisa </w:t>
      </w:r>
      <w:r w:rsidR="00DE2071" w:rsidRPr="00530A87">
        <w:rPr>
          <w:spacing w:val="0"/>
        </w:rPr>
        <w:t>4</w:t>
      </w:r>
      <w:r w:rsidRPr="00530A87">
        <w:rPr>
          <w:spacing w:val="0"/>
        </w:rPr>
        <w:t xml:space="preserve"> – …. </w:t>
      </w:r>
      <w:r w:rsidR="00FF3C69" w:rsidRPr="00530A87">
        <w:rPr>
          <w:spacing w:val="0"/>
        </w:rPr>
        <w:t>(täidetakse vajadusel).</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291FE7AC"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F1A41" w:rsidRPr="001919C7">
        <w:rPr>
          <w:spacing w:val="0"/>
        </w:rPr>
        <w:t>käesolevat tööd käsitlev põhiprojekt</w:t>
      </w:r>
      <w:r w:rsidR="009325FD" w:rsidRPr="001919C7">
        <w:rPr>
          <w:spacing w:val="0"/>
        </w:rPr>
        <w:t xml:space="preserve"> ja 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 xml:space="preserve">ooled </w:t>
      </w:r>
      <w:r w:rsidR="009F1A41" w:rsidRPr="001919C7">
        <w:rPr>
          <w:spacing w:val="0"/>
        </w:rPr>
        <w:t xml:space="preserve">eelkõige põhiprojektis, kuid ka </w:t>
      </w:r>
      <w:r w:rsidRPr="001919C7">
        <w:rPr>
          <w:spacing w:val="0"/>
        </w:rPr>
        <w:t>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w:t>
      </w:r>
      <w:r w:rsidRPr="001919C7">
        <w:rPr>
          <w:spacing w:val="0"/>
        </w:rPr>
        <w:lastRenderedPageBreak/>
        <w:t xml:space="preserve">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1919C7" w:rsidRDefault="000B213D" w:rsidP="00A53A0D">
      <w:pPr>
        <w:pStyle w:val="Loendilik"/>
        <w:numPr>
          <w:ilvl w:val="0"/>
          <w:numId w:val="33"/>
        </w:numPr>
        <w:jc w:val="both"/>
        <w:rPr>
          <w:b/>
          <w:spacing w:val="0"/>
        </w:rPr>
      </w:pPr>
      <w:r w:rsidRPr="001919C7">
        <w:rPr>
          <w:b/>
          <w:spacing w:val="0"/>
        </w:rPr>
        <w:t>Tööde teostamise tähtajad</w:t>
      </w:r>
    </w:p>
    <w:p w14:paraId="39F4F222" w14:textId="77777777" w:rsidR="007A139E" w:rsidRPr="001919C7" w:rsidRDefault="007A139E" w:rsidP="007A139E">
      <w:pPr>
        <w:pStyle w:val="Loendilik"/>
        <w:numPr>
          <w:ilvl w:val="1"/>
          <w:numId w:val="33"/>
        </w:numPr>
        <w:jc w:val="both"/>
        <w:rPr>
          <w:spacing w:val="0"/>
        </w:rPr>
      </w:pPr>
      <w:r w:rsidRPr="001919C7">
        <w:rPr>
          <w:spacing w:val="0"/>
        </w:rPr>
        <w:t>Töövõtja alustab ehitustööde teostamist pärast lepingu sõlmimist.</w:t>
      </w:r>
    </w:p>
    <w:p w14:paraId="2FDDBA04" w14:textId="56E7C019" w:rsidR="00543444" w:rsidRPr="00B457E6" w:rsidRDefault="00543444" w:rsidP="008627D6">
      <w:pPr>
        <w:pStyle w:val="Loendilik"/>
        <w:numPr>
          <w:ilvl w:val="1"/>
          <w:numId w:val="33"/>
        </w:numPr>
        <w:jc w:val="both"/>
        <w:rPr>
          <w:b/>
          <w:bCs/>
          <w:spacing w:val="0"/>
        </w:rPr>
      </w:pPr>
      <w:r w:rsidRPr="001919C7">
        <w:rPr>
          <w:spacing w:val="0"/>
        </w:rPr>
        <w:t xml:space="preserve">Tööüleandmise </w:t>
      </w:r>
      <w:r w:rsidRPr="00B457E6">
        <w:rPr>
          <w:b/>
          <w:bCs/>
          <w:spacing w:val="0"/>
        </w:rPr>
        <w:t>lõpptäht</w:t>
      </w:r>
      <w:r w:rsidR="00F343EA" w:rsidRPr="00B457E6">
        <w:rPr>
          <w:b/>
          <w:bCs/>
          <w:spacing w:val="0"/>
        </w:rPr>
        <w:t>päev</w:t>
      </w:r>
      <w:r w:rsidRPr="00B457E6">
        <w:rPr>
          <w:b/>
          <w:bCs/>
          <w:spacing w:val="0"/>
        </w:rPr>
        <w:t xml:space="preserve"> on</w:t>
      </w:r>
      <w:r w:rsidR="00676BC1" w:rsidRPr="00B457E6">
        <w:rPr>
          <w:b/>
          <w:bCs/>
          <w:spacing w:val="0"/>
        </w:rPr>
        <w:t xml:space="preserve"> </w:t>
      </w:r>
      <w:r w:rsidRPr="00B457E6">
        <w:rPr>
          <w:b/>
          <w:bCs/>
          <w:spacing w:val="0"/>
        </w:rPr>
        <w:t xml:space="preserve"> </w:t>
      </w:r>
      <w:sdt>
        <w:sdtPr>
          <w:rPr>
            <w:b/>
            <w:bCs/>
            <w:spacing w:val="0"/>
          </w:rPr>
          <w:id w:val="61070318"/>
          <w:placeholder>
            <w:docPart w:val="B0CC20E456EC40339715C603D2BA7B2C"/>
          </w:placeholder>
          <w:date w:fullDate="2025-09-30T00:00:00Z">
            <w:dateFormat w:val="d.MM.yyyy"/>
            <w:lid w:val="et-EE"/>
            <w:storeMappedDataAs w:val="dateTime"/>
            <w:calendar w:val="gregorian"/>
          </w:date>
        </w:sdtPr>
        <w:sdtEndPr/>
        <w:sdtContent>
          <w:r w:rsidR="00FB46DB" w:rsidRPr="00B457E6">
            <w:rPr>
              <w:b/>
              <w:bCs/>
              <w:spacing w:val="0"/>
            </w:rPr>
            <w:t>30.09.2025</w:t>
          </w:r>
        </w:sdtContent>
      </w:sdt>
      <w:r w:rsidR="00580820" w:rsidRPr="00B457E6">
        <w:rPr>
          <w:b/>
          <w:bCs/>
          <w:spacing w:val="0"/>
        </w:rPr>
        <w:t>.</w:t>
      </w:r>
    </w:p>
    <w:p w14:paraId="60E552AF" w14:textId="55F4D3A5" w:rsidR="007177DB" w:rsidRPr="001919C7" w:rsidRDefault="007177DB" w:rsidP="008627D6">
      <w:pPr>
        <w:pStyle w:val="Loendilik"/>
        <w:numPr>
          <w:ilvl w:val="1"/>
          <w:numId w:val="33"/>
        </w:numPr>
        <w:jc w:val="both"/>
        <w:rPr>
          <w:spacing w:val="0"/>
        </w:rPr>
      </w:pPr>
      <w:r w:rsidRPr="001919C7">
        <w:rPr>
          <w:spacing w:val="0"/>
        </w:rPr>
        <w:t xml:space="preserve">Lepingu kehtivuse tähtaeg on  </w:t>
      </w:r>
      <w:sdt>
        <w:sdtPr>
          <w:rPr>
            <w:spacing w:val="0"/>
          </w:rPr>
          <w:id w:val="277071067"/>
          <w:placeholder>
            <w:docPart w:val="569A2FEF94B24526985045D7C0C0422D"/>
          </w:placeholder>
          <w:date w:fullDate="2025-10-30T00:00:00Z">
            <w:dateFormat w:val="d.MM.yyyy"/>
            <w:lid w:val="et-EE"/>
            <w:storeMappedDataAs w:val="dateTime"/>
            <w:calendar w:val="gregorian"/>
          </w:date>
        </w:sdtPr>
        <w:sdtEndPr/>
        <w:sdtContent>
          <w:r w:rsidR="00FB6A9B">
            <w:rPr>
              <w:spacing w:val="0"/>
            </w:rPr>
            <w:t>30.10.2025</w:t>
          </w:r>
        </w:sdtContent>
      </w:sdt>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77777777"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 xml:space="preserve">istatud pakkumise kogumaksumus, </w:t>
      </w:r>
      <w:r w:rsidR="009E4BBE" w:rsidRPr="001919C7">
        <w:rPr>
          <w:spacing w:val="0"/>
        </w:rPr>
        <w:t xml:space="preserve">edaspidi </w:t>
      </w:r>
      <w:r w:rsidR="009E4BBE" w:rsidRPr="001919C7">
        <w:rPr>
          <w:b/>
          <w:spacing w:val="0"/>
        </w:rPr>
        <w:t xml:space="preserve">tööde </w:t>
      </w:r>
      <w:proofErr w:type="spellStart"/>
      <w:r w:rsidR="009E4BBE" w:rsidRPr="001919C7">
        <w:rPr>
          <w:b/>
          <w:spacing w:val="0"/>
        </w:rPr>
        <w:t>üldmaksumus</w:t>
      </w:r>
      <w:proofErr w:type="spellEnd"/>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w:t>
      </w:r>
      <w:proofErr w:type="spellStart"/>
      <w:r w:rsidR="009E4BBE" w:rsidRPr="001919C7">
        <w:rPr>
          <w:spacing w:val="0"/>
        </w:rPr>
        <w:t>üldmaksumus</w:t>
      </w:r>
      <w:proofErr w:type="spellEnd"/>
      <w:r w:rsidR="009E4BBE" w:rsidRPr="001919C7">
        <w:rPr>
          <w:spacing w:val="0"/>
        </w:rPr>
        <w:t xml:space="preserve">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w:t>
      </w:r>
      <w:proofErr w:type="spellEnd"/>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77777777"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w:t>
      </w:r>
      <w:r w:rsidRPr="001919C7">
        <w:rPr>
          <w:spacing w:val="0"/>
        </w:rPr>
        <w:t>e</w:t>
      </w:r>
      <w:r w:rsidR="0010269D" w:rsidRPr="001919C7">
        <w:rPr>
          <w:spacing w:val="0"/>
        </w:rPr>
        <w:t xml:space="preserve">hitustööde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77777777"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a e</w:t>
      </w:r>
      <w:r w:rsidR="0010269D" w:rsidRPr="001919C7">
        <w:rPr>
          <w:spacing w:val="0"/>
        </w:rPr>
        <w:t xml:space="preserve">hitustööde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lastRenderedPageBreak/>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proofErr w:type="spellStart"/>
      <w:r w:rsidRPr="001919C7">
        <w:rPr>
          <w:spacing w:val="0"/>
        </w:rPr>
        <w:t>üldmaksumust</w:t>
      </w:r>
      <w:proofErr w:type="spellEnd"/>
      <w:r w:rsidRPr="001919C7">
        <w:rPr>
          <w:spacing w:val="0"/>
        </w:rPr>
        <w:t xml:space="preserve">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8627D6">
      <w:pPr>
        <w:pStyle w:val="Loendilik"/>
        <w:numPr>
          <w:ilvl w:val="1"/>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w:t>
      </w:r>
      <w:proofErr w:type="spellStart"/>
      <w:r w:rsidR="0010269D" w:rsidRPr="001919C7">
        <w:rPr>
          <w:spacing w:val="0"/>
        </w:rPr>
        <w:t>üldmaksumuse</w:t>
      </w:r>
      <w:proofErr w:type="spellEnd"/>
      <w:r w:rsidR="0010269D" w:rsidRPr="001919C7">
        <w:rPr>
          <w:spacing w:val="0"/>
        </w:rPr>
        <w:t xml:space="preserve"> ületamise, 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128BBE0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5.8</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76665516" w14:textId="305E01E0" w:rsidR="0010269D" w:rsidRPr="001919C7" w:rsidRDefault="00425102" w:rsidP="008627D6">
      <w:pPr>
        <w:pStyle w:val="Loendilik"/>
        <w:numPr>
          <w:ilvl w:val="1"/>
          <w:numId w:val="33"/>
        </w:numPr>
        <w:jc w:val="both"/>
        <w:rPr>
          <w:spacing w:val="0"/>
        </w:rPr>
      </w:pPr>
      <w:r w:rsidRPr="001919C7">
        <w:rPr>
          <w:spacing w:val="0"/>
        </w:rPr>
        <w:t>Teatad</w:t>
      </w:r>
      <w:r w:rsidR="0010269D" w:rsidRPr="001919C7">
        <w:rPr>
          <w:spacing w:val="0"/>
        </w:rPr>
        <w:t xml:space="preserve">a vigadest või ebatäpsustest </w:t>
      </w:r>
      <w:r w:rsidR="00BF5FC2" w:rsidRPr="001919C7">
        <w:rPr>
          <w:spacing w:val="0"/>
        </w:rPr>
        <w:t>l</w:t>
      </w:r>
      <w:r w:rsidR="0010269D" w:rsidRPr="001919C7">
        <w:rPr>
          <w:spacing w:val="0"/>
        </w:rPr>
        <w:t xml:space="preserve">epingu punktis </w:t>
      </w:r>
      <w:r w:rsidR="00E2059B" w:rsidRPr="001919C7">
        <w:rPr>
          <w:spacing w:val="0"/>
        </w:rPr>
        <w:t>1.</w:t>
      </w:r>
      <w:r w:rsidR="00A95CB9" w:rsidRPr="001919C7">
        <w:rPr>
          <w:spacing w:val="0"/>
        </w:rPr>
        <w:t>3</w:t>
      </w:r>
      <w:r w:rsidR="0010269D" w:rsidRPr="001919C7">
        <w:rPr>
          <w:spacing w:val="0"/>
        </w:rPr>
        <w:t>.</w:t>
      </w:r>
      <w:r w:rsidR="0007591F" w:rsidRPr="001919C7">
        <w:rPr>
          <w:spacing w:val="0"/>
        </w:rPr>
        <w:t xml:space="preserve">, </w:t>
      </w:r>
      <w:r w:rsidR="005475C1" w:rsidRPr="001919C7">
        <w:rPr>
          <w:spacing w:val="0"/>
        </w:rPr>
        <w:t>1.4</w:t>
      </w:r>
      <w:r w:rsidR="0007591F" w:rsidRPr="001919C7">
        <w:rPr>
          <w:spacing w:val="0"/>
        </w:rPr>
        <w:t xml:space="preserve"> </w:t>
      </w:r>
      <w:r w:rsidR="00E2059B" w:rsidRPr="001919C7">
        <w:rPr>
          <w:spacing w:val="0"/>
        </w:rPr>
        <w:t>loetletud dokumentatsioonis</w:t>
      </w:r>
      <w:r w:rsidR="0010269D" w:rsidRPr="001919C7">
        <w:rPr>
          <w:spacing w:val="0"/>
        </w:rPr>
        <w:t xml:space="preserve"> </w:t>
      </w:r>
      <w:r w:rsidR="00BF5FC2" w:rsidRPr="001919C7">
        <w:rPr>
          <w:spacing w:val="0"/>
        </w:rPr>
        <w:t>t</w:t>
      </w:r>
      <w:r w:rsidR="0010269D" w:rsidRPr="001919C7">
        <w:rPr>
          <w:spacing w:val="0"/>
        </w:rPr>
        <w:t xml:space="preserve">ellijale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xml:space="preserve">) tööpäeva jooksul alates lepingu jõustumisest. Vigadest või ebatäpsustest mitteteatamise või mittevastava teatamise korral puudub </w:t>
      </w:r>
      <w:r w:rsidR="00BF5FC2" w:rsidRPr="001919C7">
        <w:rPr>
          <w:spacing w:val="0"/>
        </w:rPr>
        <w:t>t</w:t>
      </w:r>
      <w:r w:rsidR="0010269D" w:rsidRPr="001919C7">
        <w:rPr>
          <w:spacing w:val="0"/>
        </w:rPr>
        <w:t xml:space="preserve">öövõtjal õigus nõuda </w:t>
      </w:r>
      <w:r w:rsidR="00BF5FC2" w:rsidRPr="001919C7">
        <w:rPr>
          <w:spacing w:val="0"/>
        </w:rPr>
        <w:t>t</w:t>
      </w:r>
      <w:r w:rsidR="0010269D" w:rsidRPr="001919C7">
        <w:rPr>
          <w:spacing w:val="0"/>
        </w:rPr>
        <w:t>ellijalt hiljem lisakulutuste hüvitamist või tähtaegade pikendamist või vabandada kvalit</w:t>
      </w:r>
      <w:r w:rsidRPr="001919C7">
        <w:rPr>
          <w:spacing w:val="0"/>
        </w:rPr>
        <w:t>eedinõuetest mittekinnipidamist.</w:t>
      </w:r>
    </w:p>
    <w:p w14:paraId="4EDB3463" w14:textId="77777777"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ehitamise käigus tehtavad tööd (sealhulgas ehitusprojekt</w:t>
      </w:r>
      <w:r w:rsidR="006E493A" w:rsidRPr="001919C7">
        <w:rPr>
          <w:spacing w:val="0"/>
        </w:rPr>
        <w:t>i</w:t>
      </w:r>
      <w:r w:rsidR="0010269D" w:rsidRPr="001919C7">
        <w:rPr>
          <w:spacing w:val="0"/>
        </w:rPr>
        <w:t xml:space="preserve"> muudatused,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fikseerides jooksvalt e</w:t>
      </w:r>
      <w:r w:rsidR="0010269D" w:rsidRPr="001919C7">
        <w:rPr>
          <w:spacing w:val="0"/>
        </w:rPr>
        <w:t>hitustööde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7777777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ehit</w:t>
      </w:r>
      <w:r w:rsidR="00AF38E6" w:rsidRPr="001919C7">
        <w:rPr>
          <w:spacing w:val="0"/>
        </w:rPr>
        <w:t>us</w:t>
      </w:r>
      <w:r w:rsidR="0010269D" w:rsidRPr="001919C7">
        <w:rPr>
          <w:spacing w:val="0"/>
        </w:rPr>
        <w:t>dokumentidega tutv</w:t>
      </w:r>
      <w:r w:rsidRPr="001919C7">
        <w:rPr>
          <w:spacing w:val="0"/>
        </w:rPr>
        <w:t>umiseks.</w:t>
      </w:r>
    </w:p>
    <w:p w14:paraId="1D018882" w14:textId="77777777"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Pr="001919C7">
        <w:rPr>
          <w:spacing w:val="0"/>
        </w:rPr>
        <w:t>ehitustööde üle pidevat järelevalvet.</w:t>
      </w:r>
    </w:p>
    <w:p w14:paraId="5EDEAAEE" w14:textId="77777777"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ellijale e</w:t>
      </w:r>
      <w:r w:rsidR="0010269D" w:rsidRPr="001919C7">
        <w:rPr>
          <w:spacing w:val="0"/>
        </w:rPr>
        <w:t xml:space="preserve">hitustööde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e</w:t>
      </w:r>
      <w:r w:rsidR="0010269D" w:rsidRPr="001919C7">
        <w:rPr>
          <w:spacing w:val="0"/>
        </w:rPr>
        <w:t xml:space="preserve">hitustööde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77777777" w:rsidR="000C10F1" w:rsidRPr="001919C7" w:rsidRDefault="000C10F1" w:rsidP="008627D6">
      <w:pPr>
        <w:pStyle w:val="Loendilik"/>
        <w:numPr>
          <w:ilvl w:val="1"/>
          <w:numId w:val="33"/>
        </w:numPr>
        <w:jc w:val="both"/>
        <w:rPr>
          <w:spacing w:val="0"/>
        </w:rPr>
      </w:pPr>
      <w:r w:rsidRPr="001919C7">
        <w:rPr>
          <w:spacing w:val="0"/>
        </w:rPr>
        <w:t>Ehitustöödel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Pr="001919C7">
        <w:rPr>
          <w:spacing w:val="0"/>
        </w:rPr>
        <w:t>tu</w:t>
      </w:r>
      <w:r w:rsidR="00BF42DA" w:rsidRPr="001919C7">
        <w:rPr>
          <w:spacing w:val="0"/>
        </w:rPr>
        <w:t>d nõuetest</w:t>
      </w:r>
      <w:r w:rsidRPr="001919C7">
        <w:rPr>
          <w:spacing w:val="0"/>
        </w:rPr>
        <w:t>.</w:t>
      </w:r>
    </w:p>
    <w:p w14:paraId="371B63DD" w14:textId="77777777"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e</w:t>
      </w:r>
      <w:r w:rsidR="0010269D" w:rsidRPr="001919C7">
        <w:rPr>
          <w:spacing w:val="0"/>
        </w:rPr>
        <w:t>hitustööde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77777777" w:rsidR="0010269D" w:rsidRPr="001919C7" w:rsidRDefault="0010269D" w:rsidP="008627D6">
      <w:pPr>
        <w:pStyle w:val="Loendilik"/>
        <w:numPr>
          <w:ilvl w:val="1"/>
          <w:numId w:val="33"/>
        </w:numPr>
        <w:jc w:val="both"/>
        <w:rPr>
          <w:spacing w:val="0"/>
        </w:rPr>
      </w:pPr>
      <w:r w:rsidRPr="001919C7">
        <w:rPr>
          <w:spacing w:val="0"/>
        </w:rPr>
        <w:lastRenderedPageBreak/>
        <w:t xml:space="preserve">Täita kõiki asjaomaste ametkondade ja instantside ettekirjutusi vastavate kahjude ärahoidmiseks ja vastavate objektide seisukorra fikseerimiseks </w:t>
      </w:r>
      <w:r w:rsidR="000C10F1" w:rsidRPr="001919C7">
        <w:rPr>
          <w:spacing w:val="0"/>
        </w:rPr>
        <w:t>e</w:t>
      </w:r>
      <w:r w:rsidRPr="001919C7">
        <w:rPr>
          <w:spacing w:val="0"/>
        </w:rPr>
        <w:t>hitustööde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ellijaga kõik e</w:t>
      </w:r>
      <w:r w:rsidR="0010269D" w:rsidRPr="001919C7">
        <w:rPr>
          <w:spacing w:val="0"/>
        </w:rPr>
        <w:t>hitustöödega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7777777"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 omanikujärelevalv</w:t>
      </w:r>
      <w:r w:rsidRPr="001919C7">
        <w:rPr>
          <w:spacing w:val="0"/>
        </w:rPr>
        <w:t>e</w:t>
      </w:r>
      <w:r w:rsidR="00F73984" w:rsidRPr="001919C7">
        <w:rPr>
          <w:spacing w:val="0"/>
        </w:rPr>
        <w:t xml:space="preserve"> teostajale.</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77777777" w:rsidR="00954F57" w:rsidRPr="001919C7" w:rsidRDefault="00954F57" w:rsidP="008627D6">
      <w:pPr>
        <w:pStyle w:val="Loendilik"/>
        <w:numPr>
          <w:ilvl w:val="1"/>
          <w:numId w:val="33"/>
        </w:numPr>
        <w:jc w:val="both"/>
        <w:rPr>
          <w:spacing w:val="0"/>
        </w:rPr>
      </w:pPr>
      <w:r w:rsidRPr="001919C7">
        <w:rPr>
          <w:spacing w:val="0"/>
        </w:rPr>
        <w:t xml:space="preserve">Püstitada objektil omal kulul tööde teostamiseks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77777777"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ellijalt e</w:t>
      </w:r>
      <w:r w:rsidRPr="001919C7">
        <w:rPr>
          <w:spacing w:val="0"/>
        </w:rPr>
        <w:t xml:space="preserve">hitustööde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77777777"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A834E8" w:rsidRPr="001919C7">
        <w:rPr>
          <w:spacing w:val="0"/>
        </w:rPr>
        <w:t>e</w:t>
      </w:r>
      <w:r w:rsidRPr="001919C7">
        <w:rPr>
          <w:spacing w:val="0"/>
        </w:rPr>
        <w:t>hitustööde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lastRenderedPageBreak/>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77777777"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ehitustööde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w:t>
      </w:r>
      <w:proofErr w:type="spellStart"/>
      <w:r w:rsidRPr="001919C7">
        <w:rPr>
          <w:spacing w:val="0"/>
        </w:rPr>
        <w:t>üldmaksumuse</w:t>
      </w:r>
      <w:proofErr w:type="spellEnd"/>
      <w:r w:rsidRPr="001919C7">
        <w:rPr>
          <w:spacing w:val="0"/>
        </w:rPr>
        <w:t xml:space="preserv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77777777"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ooled kokku ehitusalgusnõupidamisel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 xml:space="preserve">ellija esindajat kaetud töö asjaoludest ning </w:t>
      </w:r>
      <w:r w:rsidRPr="001919C7">
        <w:rPr>
          <w:spacing w:val="0"/>
        </w:rPr>
        <w:lastRenderedPageBreak/>
        <w:t>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 xml:space="preserve">ellija esindaja soovi korral omal kulul avama </w:t>
      </w:r>
      <w:proofErr w:type="spellStart"/>
      <w:r w:rsidRPr="001919C7">
        <w:rPr>
          <w:spacing w:val="0"/>
        </w:rPr>
        <w:t>üleandmata</w:t>
      </w:r>
      <w:proofErr w:type="spellEnd"/>
      <w:r w:rsidRPr="001919C7">
        <w:rPr>
          <w:spacing w:val="0"/>
        </w:rPr>
        <w:t xml:space="preserve">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77777777" w:rsidR="00EC39BF" w:rsidRPr="001919C7" w:rsidRDefault="00EC39BF" w:rsidP="008627D6">
      <w:pPr>
        <w:pStyle w:val="Loendilik"/>
        <w:numPr>
          <w:ilvl w:val="1"/>
          <w:numId w:val="33"/>
        </w:numPr>
        <w:jc w:val="both"/>
        <w:rPr>
          <w:spacing w:val="0"/>
        </w:rPr>
      </w:pPr>
      <w:r w:rsidRPr="001919C7">
        <w:rPr>
          <w:spacing w:val="0"/>
        </w:rPr>
        <w:t xml:space="preserve">Ehitustööde juhusliku hävimise või kahjustumise riisiko läheb </w:t>
      </w:r>
      <w:r w:rsidR="005B7BA9" w:rsidRPr="001919C7">
        <w:rPr>
          <w:spacing w:val="0"/>
        </w:rPr>
        <w:t>t</w:t>
      </w:r>
      <w:r w:rsidRPr="001919C7">
        <w:rPr>
          <w:spacing w:val="0"/>
        </w:rPr>
        <w:t xml:space="preserve">öövõtjalt üle </w:t>
      </w:r>
      <w:r w:rsidR="005B7BA9" w:rsidRPr="001919C7">
        <w:rPr>
          <w:spacing w:val="0"/>
        </w:rPr>
        <w:t>t</w:t>
      </w:r>
      <w:r w:rsidRPr="001919C7">
        <w:rPr>
          <w:spacing w:val="0"/>
        </w:rPr>
        <w:t xml:space="preserve">ellijale </w:t>
      </w:r>
      <w:r w:rsidR="005B7BA9" w:rsidRPr="001919C7">
        <w:rPr>
          <w:spacing w:val="0"/>
        </w:rPr>
        <w:t xml:space="preserve">töö </w:t>
      </w:r>
      <w:r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77777777" w:rsidR="00161B84" w:rsidRPr="001919C7" w:rsidRDefault="00161B84" w:rsidP="008627D6">
      <w:pPr>
        <w:pStyle w:val="Loendilik"/>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ellija poolt e</w:t>
      </w:r>
      <w:r w:rsidRPr="001919C7">
        <w:rPr>
          <w:spacing w:val="0"/>
        </w:rPr>
        <w:t>hitustööde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7777777"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ehitustööde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w:t>
      </w:r>
      <w:proofErr w:type="spellStart"/>
      <w:r w:rsidR="00BA0CDE" w:rsidRPr="001919C7">
        <w:rPr>
          <w:spacing w:val="0"/>
        </w:rPr>
        <w:t>arveldaja</w:t>
      </w:r>
      <w:proofErr w:type="spellEnd"/>
      <w:r w:rsidR="00BA0CDE" w:rsidRPr="001919C7">
        <w:rPr>
          <w:spacing w:val="0"/>
        </w:rPr>
        <w:t>,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77777777"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poolt ja korraldusel teostatud e</w:t>
      </w:r>
      <w:r w:rsidRPr="001919C7">
        <w:rPr>
          <w:spacing w:val="0"/>
        </w:rPr>
        <w:t xml:space="preserve">hitustöödele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w:t>
      </w:r>
      <w:r w:rsidR="009109EE" w:rsidRPr="001919C7">
        <w:rPr>
          <w:spacing w:val="0"/>
        </w:rPr>
        <w:lastRenderedPageBreak/>
        <w:t xml:space="preserve">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t>Poolte vastutus</w:t>
      </w:r>
    </w:p>
    <w:p w14:paraId="1C021510" w14:textId="77777777"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 xml:space="preserve">epingu rikkumisega tehtud kulutused. Tellija vastutab </w:t>
      </w:r>
      <w:r w:rsidR="00085556" w:rsidRPr="001919C7">
        <w:rPr>
          <w:spacing w:val="0"/>
        </w:rPr>
        <w:t>l</w:t>
      </w:r>
      <w:r w:rsidRPr="001919C7">
        <w:rPr>
          <w:spacing w:val="0"/>
        </w:rPr>
        <w:t xml:space="preserve">epingu süülise rikkumise eest ning on kohustatud </w:t>
      </w:r>
      <w:r w:rsidR="00085556" w:rsidRPr="001919C7">
        <w:rPr>
          <w:spacing w:val="0"/>
        </w:rPr>
        <w:t>t</w:t>
      </w:r>
      <w:r w:rsidRPr="001919C7">
        <w:rPr>
          <w:spacing w:val="0"/>
        </w:rPr>
        <w:t xml:space="preserve">öövõtjale hüvitama </w:t>
      </w:r>
      <w:r w:rsidR="00085556" w:rsidRPr="001919C7">
        <w:rPr>
          <w:spacing w:val="0"/>
        </w:rPr>
        <w:t>l</w:t>
      </w:r>
      <w:r w:rsidRPr="001919C7">
        <w:rPr>
          <w:spacing w:val="0"/>
        </w:rPr>
        <w:t xml:space="preserve">epingu süülise rikkumisega tekitatud kahju ning </w:t>
      </w:r>
      <w:r w:rsidR="00085556" w:rsidRPr="001919C7">
        <w:rPr>
          <w:spacing w:val="0"/>
        </w:rPr>
        <w:t>t</w:t>
      </w:r>
      <w:r w:rsidRPr="001919C7">
        <w:rPr>
          <w:spacing w:val="0"/>
        </w:rPr>
        <w:t xml:space="preserve">öövõtja poolt </w:t>
      </w:r>
      <w:r w:rsidR="00085556" w:rsidRPr="001919C7">
        <w:rPr>
          <w:spacing w:val="0"/>
        </w:rPr>
        <w:t>t</w:t>
      </w:r>
      <w:r w:rsidRPr="001919C7">
        <w:rPr>
          <w:spacing w:val="0"/>
        </w:rPr>
        <w:t xml:space="preserve">ellija poolse </w:t>
      </w:r>
      <w:r w:rsidR="00085556" w:rsidRPr="001919C7">
        <w:rPr>
          <w:spacing w:val="0"/>
        </w:rPr>
        <w:t>l</w:t>
      </w:r>
      <w:r w:rsidRPr="001919C7">
        <w:rPr>
          <w:spacing w:val="0"/>
        </w:rPr>
        <w:t>epingu süülise rikkumisega seoses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w:t>
      </w:r>
      <w:proofErr w:type="spellStart"/>
      <w:r w:rsidR="001023BF" w:rsidRPr="001919C7">
        <w:rPr>
          <w:spacing w:val="0"/>
        </w:rPr>
        <w:t>üldmaksumusest</w:t>
      </w:r>
      <w:proofErr w:type="spellEnd"/>
      <w:r w:rsidR="001023BF" w:rsidRPr="001919C7">
        <w:rPr>
          <w:spacing w:val="0"/>
        </w:rPr>
        <w:t xml:space="preserve">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lastRenderedPageBreak/>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 xml:space="preserve">E-kirja teel edastatud teated peetakse </w:t>
      </w:r>
      <w:proofErr w:type="spellStart"/>
      <w:r w:rsidRPr="001919C7">
        <w:rPr>
          <w:spacing w:val="0"/>
        </w:rPr>
        <w:t>kättesaaduks</w:t>
      </w:r>
      <w:proofErr w:type="spellEnd"/>
      <w:r w:rsidRPr="001919C7">
        <w:rPr>
          <w:spacing w:val="0"/>
        </w:rPr>
        <w:t xml:space="preserve">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lastRenderedPageBreak/>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530A87"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530A87"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44787" w14:textId="77777777" w:rsidR="00111526" w:rsidRDefault="00111526">
      <w:r>
        <w:separator/>
      </w:r>
    </w:p>
  </w:endnote>
  <w:endnote w:type="continuationSeparator" w:id="0">
    <w:p w14:paraId="7B5FBB41" w14:textId="77777777" w:rsidR="00111526" w:rsidRDefault="00111526">
      <w:r>
        <w:continuationSeparator/>
      </w:r>
    </w:p>
  </w:endnote>
  <w:endnote w:type="continuationNotice" w:id="1">
    <w:p w14:paraId="60F533D8" w14:textId="77777777" w:rsidR="00111526" w:rsidRDefault="0011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D0F10" w14:textId="77777777" w:rsidR="00111526" w:rsidRDefault="00111526">
      <w:r>
        <w:separator/>
      </w:r>
    </w:p>
  </w:footnote>
  <w:footnote w:type="continuationSeparator" w:id="0">
    <w:p w14:paraId="0623D52B" w14:textId="77777777" w:rsidR="00111526" w:rsidRDefault="00111526">
      <w:r>
        <w:continuationSeparator/>
      </w:r>
    </w:p>
  </w:footnote>
  <w:footnote w:type="continuationNotice" w:id="1">
    <w:p w14:paraId="7B14112C" w14:textId="77777777" w:rsidR="00111526" w:rsidRDefault="00111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B982F" w14:textId="5402339F" w:rsidR="0020776E" w:rsidRDefault="0020776E">
    <w:pPr>
      <w:pStyle w:val="Pis"/>
      <w:rPr>
        <w:b/>
      </w:rPr>
    </w:pPr>
    <w:r w:rsidRPr="00E70F10">
      <w:rPr>
        <w:b/>
      </w:rPr>
      <w:t>HANKELEPINGU VORM</w:t>
    </w:r>
    <w:r>
      <w:rPr>
        <w:b/>
      </w:rPr>
      <w:tab/>
    </w:r>
    <w:r>
      <w:rPr>
        <w:b/>
      </w:rPr>
      <w:tab/>
    </w:r>
  </w:p>
  <w:p w14:paraId="2EF08641" w14:textId="09439548" w:rsidR="0020776E" w:rsidRPr="00F40F74" w:rsidRDefault="00F40F74" w:rsidP="00F40F74">
    <w:pPr>
      <w:pStyle w:val="Pis"/>
      <w:rPr>
        <w:iCs/>
        <w:spacing w:val="0"/>
      </w:rPr>
    </w:pPr>
    <w:r w:rsidRPr="00F40F74">
      <w:rPr>
        <w:iCs/>
        <w:spacing w:val="0"/>
      </w:rPr>
      <w:t>Hange: Elistvere õpperaja rekonstrueerimine</w:t>
    </w:r>
  </w:p>
  <w:p w14:paraId="72710636" w14:textId="750831F6" w:rsidR="00F40F74" w:rsidRPr="00F40F74" w:rsidRDefault="00F40F74" w:rsidP="00F40F74">
    <w:pPr>
      <w:pStyle w:val="Pis"/>
      <w:rPr>
        <w:iCs/>
        <w:spacing w:val="0"/>
      </w:rPr>
    </w:pPr>
    <w:r w:rsidRPr="00F40F74">
      <w:rPr>
        <w:iCs/>
        <w:spacing w:val="0"/>
      </w:rPr>
      <w:t>Viitenumber: 283777</w:t>
    </w:r>
  </w:p>
  <w:p w14:paraId="0ED46DDA" w14:textId="77777777" w:rsidR="00F40F74" w:rsidRPr="00E70F10" w:rsidRDefault="00F40F74" w:rsidP="00F40F74">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56FF"/>
    <w:rsid w:val="001023BF"/>
    <w:rsid w:val="0010269D"/>
    <w:rsid w:val="00107404"/>
    <w:rsid w:val="00110912"/>
    <w:rsid w:val="00111526"/>
    <w:rsid w:val="0012408E"/>
    <w:rsid w:val="00130193"/>
    <w:rsid w:val="0013298D"/>
    <w:rsid w:val="00134E00"/>
    <w:rsid w:val="001515C2"/>
    <w:rsid w:val="00155339"/>
    <w:rsid w:val="00156025"/>
    <w:rsid w:val="00161B84"/>
    <w:rsid w:val="00163037"/>
    <w:rsid w:val="00164587"/>
    <w:rsid w:val="0017064E"/>
    <w:rsid w:val="00172EC2"/>
    <w:rsid w:val="0017504A"/>
    <w:rsid w:val="001919C7"/>
    <w:rsid w:val="001950D6"/>
    <w:rsid w:val="001A318D"/>
    <w:rsid w:val="001A375B"/>
    <w:rsid w:val="001A7DC6"/>
    <w:rsid w:val="001B0DD7"/>
    <w:rsid w:val="001B3B92"/>
    <w:rsid w:val="001D7643"/>
    <w:rsid w:val="001E0346"/>
    <w:rsid w:val="001E1A21"/>
    <w:rsid w:val="001E45E2"/>
    <w:rsid w:val="001F116C"/>
    <w:rsid w:val="001F694C"/>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5D1B"/>
    <w:rsid w:val="00310542"/>
    <w:rsid w:val="003132CE"/>
    <w:rsid w:val="003135B6"/>
    <w:rsid w:val="00323196"/>
    <w:rsid w:val="003238B6"/>
    <w:rsid w:val="00325654"/>
    <w:rsid w:val="00326423"/>
    <w:rsid w:val="003265BD"/>
    <w:rsid w:val="003313EF"/>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ED9"/>
    <w:rsid w:val="00595738"/>
    <w:rsid w:val="00597C4F"/>
    <w:rsid w:val="005A0D14"/>
    <w:rsid w:val="005A3A33"/>
    <w:rsid w:val="005A4444"/>
    <w:rsid w:val="005A5F0E"/>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302B5"/>
    <w:rsid w:val="00641EBD"/>
    <w:rsid w:val="00644EEE"/>
    <w:rsid w:val="00652E20"/>
    <w:rsid w:val="00653E92"/>
    <w:rsid w:val="00657374"/>
    <w:rsid w:val="006656D7"/>
    <w:rsid w:val="00666B60"/>
    <w:rsid w:val="00667683"/>
    <w:rsid w:val="00671F85"/>
    <w:rsid w:val="00673FAE"/>
    <w:rsid w:val="00675252"/>
    <w:rsid w:val="00676BC1"/>
    <w:rsid w:val="00680884"/>
    <w:rsid w:val="00682E09"/>
    <w:rsid w:val="00685D4B"/>
    <w:rsid w:val="00687AAF"/>
    <w:rsid w:val="006925D6"/>
    <w:rsid w:val="006A2F14"/>
    <w:rsid w:val="006B71CE"/>
    <w:rsid w:val="006D2CFA"/>
    <w:rsid w:val="006D2FD4"/>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45C3"/>
    <w:rsid w:val="00817E41"/>
    <w:rsid w:val="008235A5"/>
    <w:rsid w:val="008319DC"/>
    <w:rsid w:val="0084056F"/>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06E7"/>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5547"/>
    <w:rsid w:val="0095086A"/>
    <w:rsid w:val="00954F57"/>
    <w:rsid w:val="009603AB"/>
    <w:rsid w:val="009620E2"/>
    <w:rsid w:val="00964A6F"/>
    <w:rsid w:val="0096622A"/>
    <w:rsid w:val="0096739E"/>
    <w:rsid w:val="009735BF"/>
    <w:rsid w:val="009745E2"/>
    <w:rsid w:val="0098116A"/>
    <w:rsid w:val="0098194E"/>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7968"/>
    <w:rsid w:val="00A5157A"/>
    <w:rsid w:val="00A53A0D"/>
    <w:rsid w:val="00A55076"/>
    <w:rsid w:val="00A567EE"/>
    <w:rsid w:val="00A74D30"/>
    <w:rsid w:val="00A834E8"/>
    <w:rsid w:val="00A95CB9"/>
    <w:rsid w:val="00A9606E"/>
    <w:rsid w:val="00AA723F"/>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1DF9"/>
    <w:rsid w:val="00B83401"/>
    <w:rsid w:val="00B91ADE"/>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62CD7"/>
    <w:rsid w:val="00C65A2D"/>
    <w:rsid w:val="00C71691"/>
    <w:rsid w:val="00C83EF3"/>
    <w:rsid w:val="00C86E0A"/>
    <w:rsid w:val="00C90DDA"/>
    <w:rsid w:val="00CA06DE"/>
    <w:rsid w:val="00CA1F35"/>
    <w:rsid w:val="00CA2B5D"/>
    <w:rsid w:val="00CA7555"/>
    <w:rsid w:val="00CB0E41"/>
    <w:rsid w:val="00CB1AF0"/>
    <w:rsid w:val="00CC0DD2"/>
    <w:rsid w:val="00CC3F43"/>
    <w:rsid w:val="00CD44EE"/>
    <w:rsid w:val="00CD6ACB"/>
    <w:rsid w:val="00CE0335"/>
    <w:rsid w:val="00CF2152"/>
    <w:rsid w:val="00CF2C51"/>
    <w:rsid w:val="00CF2D96"/>
    <w:rsid w:val="00CF7D6E"/>
    <w:rsid w:val="00D135D3"/>
    <w:rsid w:val="00D21B88"/>
    <w:rsid w:val="00D256FE"/>
    <w:rsid w:val="00D353D2"/>
    <w:rsid w:val="00D35EDF"/>
    <w:rsid w:val="00D46DB5"/>
    <w:rsid w:val="00D52781"/>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96A"/>
    <w:rsid w:val="00E03F91"/>
    <w:rsid w:val="00E04B90"/>
    <w:rsid w:val="00E16521"/>
    <w:rsid w:val="00E17C08"/>
    <w:rsid w:val="00E2059B"/>
    <w:rsid w:val="00E21DD7"/>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1B5"/>
    <w:rsid w:val="00F43A05"/>
    <w:rsid w:val="00F45A75"/>
    <w:rsid w:val="00F51B86"/>
    <w:rsid w:val="00F558E5"/>
    <w:rsid w:val="00F57EA5"/>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569A2FEF94B24526985045D7C0C0422D"/>
        <w:category>
          <w:name w:val="General"/>
          <w:gallery w:val="placeholder"/>
        </w:category>
        <w:types>
          <w:type w:val="bbPlcHdr"/>
        </w:types>
        <w:behaviors>
          <w:behavior w:val="content"/>
        </w:behaviors>
        <w:guid w:val="{5F3D4167-3905-4D0B-83E6-BCD1074228CE}"/>
      </w:docPartPr>
      <w:docPartBody>
        <w:p w:rsidR="00BA4650" w:rsidRDefault="001A318D" w:rsidP="001A318D">
          <w:pPr>
            <w:pStyle w:val="569A2FEF94B24526985045D7C0C0422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563721"/>
    <w:rsid w:val="006205D2"/>
    <w:rsid w:val="006B71CE"/>
    <w:rsid w:val="006D2FD4"/>
    <w:rsid w:val="007A01E4"/>
    <w:rsid w:val="007A2383"/>
    <w:rsid w:val="00954EF2"/>
    <w:rsid w:val="00A75EC2"/>
    <w:rsid w:val="00AA723F"/>
    <w:rsid w:val="00B20A26"/>
    <w:rsid w:val="00B65668"/>
    <w:rsid w:val="00BA4650"/>
    <w:rsid w:val="00BB56E6"/>
    <w:rsid w:val="00C90A7A"/>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36</TotalTime>
  <Pages>9</Pages>
  <Words>3141</Words>
  <Characters>24321</Characters>
  <Application>Microsoft Office Word</Application>
  <DocSecurity>0</DocSecurity>
  <Lines>202</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Helbe Peiker</cp:lastModifiedBy>
  <cp:revision>27</cp:revision>
  <cp:lastPrinted>2012-01-19T21:15:00Z</cp:lastPrinted>
  <dcterms:created xsi:type="dcterms:W3CDTF">2024-08-29T10:55:00Z</dcterms:created>
  <dcterms:modified xsi:type="dcterms:W3CDTF">2024-09-02T08:21:00Z</dcterms:modified>
</cp:coreProperties>
</file>